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D1A" w:rsidRPr="0015431A" w:rsidRDefault="00983D1A" w:rsidP="00793305">
      <w:pPr>
        <w:jc w:val="center"/>
        <w:rPr>
          <w:b/>
          <w:bCs/>
          <w:sz w:val="28"/>
          <w:szCs w:val="28"/>
          <w:u w:val="single"/>
        </w:rPr>
      </w:pPr>
      <w:r w:rsidRPr="0015431A">
        <w:rPr>
          <w:b/>
          <w:bCs/>
          <w:sz w:val="28"/>
          <w:szCs w:val="28"/>
          <w:u w:val="single"/>
        </w:rPr>
        <w:t>Art Reflection</w:t>
      </w:r>
    </w:p>
    <w:p w:rsidR="00983D1A" w:rsidRPr="0015431A" w:rsidRDefault="00983D1A" w:rsidP="00634D0B">
      <w:pPr>
        <w:rPr>
          <w:sz w:val="24"/>
          <w:szCs w:val="24"/>
        </w:rPr>
      </w:pPr>
      <w:r>
        <w:tab/>
      </w:r>
      <w:r w:rsidRPr="0015431A">
        <w:rPr>
          <w:sz w:val="24"/>
          <w:szCs w:val="24"/>
        </w:rPr>
        <w:t xml:space="preserve">I picked my </w:t>
      </w:r>
      <w:r w:rsidRPr="0015431A">
        <w:rPr>
          <w:b/>
          <w:bCs/>
          <w:i/>
          <w:iCs/>
          <w:sz w:val="24"/>
          <w:szCs w:val="24"/>
          <w:u w:val="single"/>
        </w:rPr>
        <w:t>Falling into Foreshortening</w:t>
      </w:r>
      <w:r>
        <w:rPr>
          <w:sz w:val="24"/>
          <w:szCs w:val="24"/>
        </w:rPr>
        <w:t xml:space="preserve"> as my art piece</w:t>
      </w:r>
      <w:r w:rsidRPr="0015431A">
        <w:rPr>
          <w:sz w:val="24"/>
          <w:szCs w:val="24"/>
        </w:rPr>
        <w:t xml:space="preserve"> because I feel that this was my best art piece this year. I did my best and I tried my hardest. It doesn’t look like it but I did. I’m not an artist.</w:t>
      </w:r>
      <w:r>
        <w:rPr>
          <w:sz w:val="24"/>
          <w:szCs w:val="24"/>
        </w:rPr>
        <w:t xml:space="preserve"> But I did my best and that’s all I can ask for from myself. </w:t>
      </w:r>
    </w:p>
    <w:p w:rsidR="00983D1A" w:rsidRPr="0015431A" w:rsidRDefault="00983D1A" w:rsidP="0015431A">
      <w:pPr>
        <w:ind w:firstLine="720"/>
        <w:rPr>
          <w:sz w:val="24"/>
          <w:szCs w:val="24"/>
        </w:rPr>
      </w:pPr>
      <w:r w:rsidRPr="0015431A">
        <w:rPr>
          <w:sz w:val="24"/>
          <w:szCs w:val="24"/>
        </w:rPr>
        <w:t xml:space="preserve"> I picked this piece because I just loved the way it looked when it was done. It was also my favorite to do. I really enjoyed creating this piece of art.</w:t>
      </w:r>
      <w:r>
        <w:rPr>
          <w:sz w:val="24"/>
          <w:szCs w:val="24"/>
        </w:rPr>
        <w:t xml:space="preserve"> I also really, honestly, did the best I could really do on this art piece.</w:t>
      </w:r>
    </w:p>
    <w:p w:rsidR="00983D1A" w:rsidRPr="0015431A" w:rsidRDefault="00983D1A" w:rsidP="00634D0B">
      <w:pPr>
        <w:rPr>
          <w:sz w:val="24"/>
          <w:szCs w:val="24"/>
        </w:rPr>
      </w:pPr>
      <w:r w:rsidRPr="0015431A">
        <w:rPr>
          <w:sz w:val="24"/>
          <w:szCs w:val="24"/>
        </w:rPr>
        <w:tab/>
        <w:t>This piece is special to me because it was my favorite. All my other artwork was ok but I really liked the way this came out in the end. I took a lot of time to finish this piece. I really enjoyed creating this piece of art work.</w:t>
      </w:r>
    </w:p>
    <w:p w:rsidR="00983D1A" w:rsidRPr="0015431A" w:rsidRDefault="00983D1A" w:rsidP="0015431A">
      <w:pPr>
        <w:ind w:firstLine="720"/>
        <w:rPr>
          <w:sz w:val="24"/>
          <w:szCs w:val="24"/>
        </w:rPr>
      </w:pPr>
      <w:r w:rsidRPr="0015431A">
        <w:rPr>
          <w:sz w:val="24"/>
          <w:szCs w:val="24"/>
        </w:rPr>
        <w:t>What I learned from this piece was how to layer different objects so it looks like it’s close or far. It also taught me how to make it look like something or someone is falling.</w:t>
      </w:r>
      <w:r>
        <w:rPr>
          <w:sz w:val="24"/>
          <w:szCs w:val="24"/>
        </w:rPr>
        <w:t xml:space="preserve"> In addition I learned a great way to copy the bottom of my shoe by coloring it and stamping the color off.</w:t>
      </w:r>
    </w:p>
    <w:p w:rsidR="00983D1A" w:rsidRDefault="00983D1A" w:rsidP="0015431A">
      <w:pPr>
        <w:ind w:firstLine="720"/>
        <w:rPr>
          <w:sz w:val="24"/>
          <w:szCs w:val="24"/>
        </w:rPr>
      </w:pPr>
      <w:r w:rsidRPr="0015431A">
        <w:rPr>
          <w:sz w:val="24"/>
          <w:szCs w:val="24"/>
        </w:rPr>
        <w:t>What I would change or do differently on this piece if I were to redo it would be to add more detail to everything from my face to my feet. I would also Color a little bit more solidly. Plus, I would also change my facial expression to a funnier one.</w:t>
      </w:r>
    </w:p>
    <w:p w:rsidR="00983D1A" w:rsidRDefault="00983D1A" w:rsidP="00141CCD">
      <w:pPr>
        <w:rPr>
          <w:sz w:val="24"/>
          <w:szCs w:val="24"/>
        </w:rPr>
      </w:pPr>
      <w:bookmarkStart w:id="0" w:name="_GoBack"/>
      <w:bookmarkEnd w:id="0"/>
    </w:p>
    <w:p w:rsidR="00983D1A" w:rsidRDefault="00983D1A" w:rsidP="00141CCD">
      <w:pPr>
        <w:rPr>
          <w:sz w:val="24"/>
          <w:szCs w:val="24"/>
        </w:rPr>
      </w:pPr>
    </w:p>
    <w:p w:rsidR="00983D1A" w:rsidRPr="00141CCD" w:rsidRDefault="00983D1A" w:rsidP="00141CCD">
      <w:pPr>
        <w:rPr>
          <w:b/>
          <w:bCs/>
          <w:i/>
          <w:iCs/>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141CCD">
        <w:rPr>
          <w:b/>
          <w:bCs/>
          <w:i/>
          <w:iCs/>
          <w:sz w:val="24"/>
          <w:szCs w:val="24"/>
        </w:rPr>
        <w:t>David Allen</w:t>
      </w:r>
    </w:p>
    <w:p w:rsidR="00983D1A" w:rsidRPr="00141CCD" w:rsidRDefault="00983D1A" w:rsidP="00141CCD">
      <w:pPr>
        <w:rPr>
          <w:b/>
          <w:bCs/>
          <w:i/>
          <w:iCs/>
          <w:sz w:val="24"/>
          <w:szCs w:val="24"/>
        </w:rPr>
      </w:pPr>
      <w:r>
        <w:rPr>
          <w:b/>
          <w:bCs/>
          <w:i/>
          <w:iCs/>
          <w:sz w:val="24"/>
          <w:szCs w:val="24"/>
        </w:rPr>
        <w:tab/>
      </w:r>
      <w:r>
        <w:rPr>
          <w:b/>
          <w:bCs/>
          <w:i/>
          <w:iCs/>
          <w:sz w:val="24"/>
          <w:szCs w:val="24"/>
        </w:rPr>
        <w:tab/>
      </w:r>
      <w:hyperlink r:id="rId4" w:history="1">
        <w:r w:rsidRPr="00A16B48">
          <w:rPr>
            <w:rStyle w:val="Hyperlink"/>
            <w:b/>
            <w:bCs/>
            <w:i/>
            <w:iCs/>
            <w:sz w:val="24"/>
            <w:szCs w:val="24"/>
          </w:rPr>
          <w:t>http://www.artsonia.com/</w:t>
        </w:r>
      </w:hyperlink>
      <w:r>
        <w:rPr>
          <w:b/>
          <w:bCs/>
          <w:i/>
          <w:iCs/>
          <w:sz w:val="24"/>
          <w:szCs w:val="24"/>
        </w:rPr>
        <w:t xml:space="preserve">  </w:t>
      </w:r>
      <w:r>
        <w:rPr>
          <w:b/>
          <w:bCs/>
          <w:i/>
          <w:iCs/>
          <w:sz w:val="24"/>
          <w:szCs w:val="24"/>
        </w:rPr>
        <w:tab/>
      </w:r>
      <w:r>
        <w:rPr>
          <w:b/>
          <w:bCs/>
          <w:i/>
          <w:iCs/>
          <w:sz w:val="24"/>
          <w:szCs w:val="24"/>
        </w:rPr>
        <w:tab/>
      </w:r>
      <w:r>
        <w:rPr>
          <w:b/>
          <w:bCs/>
          <w:i/>
          <w:iCs/>
          <w:sz w:val="24"/>
          <w:szCs w:val="24"/>
        </w:rPr>
        <w:tab/>
      </w:r>
      <w:r w:rsidRPr="00141CCD">
        <w:rPr>
          <w:b/>
          <w:bCs/>
          <w:i/>
          <w:iCs/>
          <w:sz w:val="24"/>
          <w:szCs w:val="24"/>
        </w:rPr>
        <w:t>6-MANNON</w:t>
      </w:r>
    </w:p>
    <w:sectPr w:rsidR="00983D1A" w:rsidRPr="00141CCD" w:rsidSect="00473E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305"/>
    <w:rsid w:val="00141CCD"/>
    <w:rsid w:val="0015431A"/>
    <w:rsid w:val="001F45BE"/>
    <w:rsid w:val="00330F47"/>
    <w:rsid w:val="004664A0"/>
    <w:rsid w:val="00473EA5"/>
    <w:rsid w:val="005E2A48"/>
    <w:rsid w:val="00634D0B"/>
    <w:rsid w:val="00793305"/>
    <w:rsid w:val="007E0A24"/>
    <w:rsid w:val="00983D1A"/>
    <w:rsid w:val="00A16B4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EA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664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rtson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1</Pages>
  <Words>206</Words>
  <Characters>1177</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 </cp:lastModifiedBy>
  <cp:revision>7</cp:revision>
  <dcterms:created xsi:type="dcterms:W3CDTF">2012-04-23T18:41:00Z</dcterms:created>
  <dcterms:modified xsi:type="dcterms:W3CDTF">2012-05-03T17:03:00Z</dcterms:modified>
</cp:coreProperties>
</file>